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296612" w:rsidP="00AB13E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záchr</w:t>
            </w:r>
            <w:r w:rsidR="00AB13E4">
              <w:rPr>
                <w:rFonts w:ascii="Arial" w:hAnsi="Arial" w:cs="Arial"/>
                <w:color w:val="FF0000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nný archeologický výzkum - zahrada panského domu v uherském brodě</w:t>
            </w:r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F98" w:rsidRDefault="00917F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F98" w:rsidRDefault="00917F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F98" w:rsidRDefault="00917F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F98" w:rsidRDefault="00917F9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F98">
                            <w:rPr>
                              <w:b/>
                              <w:szCs w:val="20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F98">
                      <w:rPr>
                        <w:b/>
                        <w:szCs w:val="20"/>
                      </w:rPr>
                      <w:t>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3C76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612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F98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13E4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3DFB9C9</Template>
  <TotalTime>12</TotalTime>
  <Pages>1</Pages>
  <Words>289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8</cp:revision>
  <cp:lastPrinted>2023-01-11T08:03:00Z</cp:lastPrinted>
  <dcterms:created xsi:type="dcterms:W3CDTF">2025-03-04T08:37:00Z</dcterms:created>
  <dcterms:modified xsi:type="dcterms:W3CDTF">2025-06-04T06:18:00Z</dcterms:modified>
</cp:coreProperties>
</file>